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Default="000008ED" w:rsidP="006C2343">
      <w:pPr>
        <w:pStyle w:val="Titul1"/>
      </w:pPr>
      <w:r w:rsidRPr="000008ED">
        <w:t>KOMENTÁŘ K</w:t>
      </w:r>
      <w:r w:rsidR="009A1080">
        <w:t> POŽADAVKŮM NA VÝKON A FUNKCI</w:t>
      </w:r>
      <w:r w:rsidRPr="000008ED">
        <w:t xml:space="preserve"> </w:t>
      </w:r>
    </w:p>
    <w:p w14:paraId="19A77343" w14:textId="77777777" w:rsidR="00AD0C7B" w:rsidRDefault="00AD0C7B" w:rsidP="00EB46E5">
      <w:pPr>
        <w:pStyle w:val="Titul2"/>
      </w:pPr>
    </w:p>
    <w:sdt>
      <w:sdtPr>
        <w:rPr>
          <w:b/>
          <w:bCs/>
          <w:sz w:val="32"/>
          <w:szCs w:val="32"/>
        </w:rPr>
        <w:alias w:val="Název akce - VYplnit pole - přenese se do zápatí"/>
        <w:tag w:val="Název akce"/>
        <w:id w:val="1889687308"/>
        <w:placeholder>
          <w:docPart w:val="677D64700B23402F93E2B9138CAD0496"/>
        </w:placeholder>
        <w:text w:multiLine="1"/>
      </w:sdtPr>
      <w:sdtContent>
        <w:p w14:paraId="33F17341" w14:textId="77777777" w:rsidR="0060455E" w:rsidRPr="00AA43A3" w:rsidRDefault="0060455E" w:rsidP="0060455E">
          <w:pPr>
            <w:pStyle w:val="Tituldatum"/>
            <w:rPr>
              <w:sz w:val="32"/>
              <w:szCs w:val="32"/>
            </w:rPr>
          </w:pPr>
          <w:r w:rsidRPr="00AA43A3">
            <w:rPr>
              <w:b/>
              <w:bCs/>
              <w:sz w:val="32"/>
              <w:szCs w:val="32"/>
            </w:rPr>
            <w:t>„Modernizace trati Brno-Přerov, 3. stavba Vyškov – Nezamyslice“, I. etapa – Výstavba TNS Nezamyslice</w:t>
          </w:r>
        </w:p>
      </w:sdtContent>
    </w:sdt>
    <w:p w14:paraId="526268EE" w14:textId="77777777" w:rsidR="00E423FE" w:rsidRPr="006C2343" w:rsidRDefault="00E423FE" w:rsidP="006C2343">
      <w:pPr>
        <w:pStyle w:val="Titul2"/>
        <w:rPr>
          <w:highlight w:val="green"/>
        </w:rPr>
      </w:pPr>
    </w:p>
    <w:p w14:paraId="263FEE39" w14:textId="54ADC4EA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094185">
        <w:t>09</w:t>
      </w:r>
      <w:r w:rsidR="00E423FE">
        <w:t xml:space="preserve">. </w:t>
      </w:r>
      <w:r w:rsidR="00094185">
        <w:t>0</w:t>
      </w:r>
      <w:r w:rsidR="0060455E">
        <w:t>7</w:t>
      </w:r>
      <w:r w:rsidR="00E423FE">
        <w:t>. 202</w:t>
      </w:r>
      <w:r w:rsidR="00094185">
        <w:t>4</w:t>
      </w:r>
      <w:r w:rsidR="000008ED">
        <w:t xml:space="preserve"> </w:t>
      </w:r>
    </w:p>
    <w:p w14:paraId="20F2558B" w14:textId="77777777" w:rsidR="00E423FE" w:rsidRDefault="00E423FE" w:rsidP="00ED42BB"/>
    <w:p w14:paraId="79030DB8" w14:textId="1245F5C6" w:rsidR="00BD7E91" w:rsidRDefault="00826B7B" w:rsidP="00ED42BB">
      <w:r>
        <w:br w:type="page"/>
      </w:r>
      <w:r w:rsidR="00BD7E91" w:rsidRPr="000008ED">
        <w:lastRenderedPageBreak/>
        <w:t>Obsah</w:t>
      </w:r>
      <w:r w:rsidR="00887F36">
        <w:t xml:space="preserve"> </w:t>
      </w:r>
    </w:p>
    <w:p w14:paraId="4FF040A4" w14:textId="306AF60E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CC6E29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08EA6866" w:rsidR="003E6B82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CC6E29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7D67E0C9" w:rsidR="003E6B82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CC6E29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0DA7EA28" w:rsidR="003E6B82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CC6E29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3A53DEDB" w:rsidR="003E6B82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CC6E29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723D9606" w:rsidR="003E6B82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CC6E29"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072E155F" w:rsidR="000008ED" w:rsidRDefault="000008ED" w:rsidP="008D03B9"/>
    <w:p w14:paraId="0DF692DD" w14:textId="6C3E8D9C" w:rsidR="00ED42BB" w:rsidRDefault="00ED42BB" w:rsidP="008D03B9"/>
    <w:p w14:paraId="36CB8079" w14:textId="6DF0083C" w:rsidR="00ED42BB" w:rsidRDefault="00ED42BB" w:rsidP="008D03B9"/>
    <w:p w14:paraId="2C78DC7C" w14:textId="175DEFDA" w:rsidR="00ED42BB" w:rsidRDefault="00ED42BB" w:rsidP="008D03B9"/>
    <w:p w14:paraId="09C73CD7" w14:textId="120E422D" w:rsidR="00ED42BB" w:rsidRDefault="00ED42BB" w:rsidP="008D03B9"/>
    <w:p w14:paraId="480D6A1A" w14:textId="31BAFA0F" w:rsidR="00ED42BB" w:rsidRDefault="00ED42BB" w:rsidP="008D03B9"/>
    <w:p w14:paraId="6D17E18C" w14:textId="77777777" w:rsidR="00ED42BB" w:rsidRDefault="00ED42BB" w:rsidP="008D03B9"/>
    <w:p w14:paraId="229EEEA9" w14:textId="7093350E" w:rsidR="00ED42BB" w:rsidRDefault="00ED42BB" w:rsidP="008D03B9"/>
    <w:p w14:paraId="5A673DF7" w14:textId="4E36D6B2" w:rsidR="00ED42BB" w:rsidRDefault="00ED42BB" w:rsidP="008D03B9"/>
    <w:p w14:paraId="28D75A4F" w14:textId="11F88521" w:rsidR="00ED42BB" w:rsidRDefault="00ED42BB" w:rsidP="008D03B9"/>
    <w:p w14:paraId="0617F365" w14:textId="03F36C53" w:rsidR="00ED42BB" w:rsidRDefault="00ED42BB" w:rsidP="008D03B9"/>
    <w:p w14:paraId="2C8F5F8E" w14:textId="66B80AD0" w:rsidR="00ED42BB" w:rsidRDefault="00ED42BB" w:rsidP="008D03B9"/>
    <w:p w14:paraId="3D83B33E" w14:textId="297E54DC" w:rsidR="00ED42BB" w:rsidRDefault="00ED42BB" w:rsidP="008D03B9"/>
    <w:p w14:paraId="6E8A3F6E" w14:textId="76FA2322" w:rsidR="00ED42BB" w:rsidRDefault="00ED42BB" w:rsidP="008D03B9"/>
    <w:p w14:paraId="7522C177" w14:textId="77777777" w:rsidR="00ED42BB" w:rsidRDefault="00ED42BB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0" w:name="_Toc58914528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1" w:name="_Toc58914529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6" w:name="_Toc58914530"/>
      <w:r>
        <w:t>Členění ceny Díla</w:t>
      </w:r>
      <w:bookmarkEnd w:id="6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5A1B687F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0A64D0" w:rsidRPr="000A64D0">
        <w:t>1</w:t>
      </w:r>
      <w:r w:rsidR="00F17F49">
        <w:t>,2,3,4,…)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7" w:name="_Toc58914531"/>
      <w:r>
        <w:t>Členění ceny stavby</w:t>
      </w:r>
      <w:bookmarkEnd w:id="7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>se stanoví náklady na: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0C4CE6B2" w:rsidR="00F17F49" w:rsidRPr="000A64D0" w:rsidRDefault="005F475E" w:rsidP="00F17F49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r w:rsidR="00F17F49" w:rsidRPr="009909F2">
        <w:t>Stavby_</w:t>
      </w:r>
      <w:r w:rsidR="00F17F49">
        <w:t>X</w:t>
      </w:r>
      <w:r w:rsidR="00F17F49" w:rsidRPr="009909F2">
        <w:t>_</w:t>
      </w:r>
      <w:r w:rsidR="002F7330">
        <w:t xml:space="preserve"> </w:t>
      </w:r>
      <w:r w:rsidR="00F17F49" w:rsidRPr="009909F2">
        <w:t>Požadavky na výkon a funkci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.xlsx</w:t>
      </w:r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8" w:name="_Toc58914532"/>
      <w:r>
        <w:t xml:space="preserve">ZÁKLADNÍ PRAVIDLA PRO </w:t>
      </w:r>
      <w:r w:rsidR="002A1540">
        <w:t>stanovení ceny Díla</w:t>
      </w:r>
      <w:bookmarkEnd w:id="8"/>
    </w:p>
    <w:p w14:paraId="61F9656E" w14:textId="77777777" w:rsidR="005E07BA" w:rsidRDefault="007107C4" w:rsidP="005E07BA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77777777" w:rsidR="00A6753E" w:rsidRPr="00A6753E" w:rsidRDefault="00A6753E" w:rsidP="00FB5DD9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Název stavby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5A165E01" w:rsidR="00D92C34" w:rsidRDefault="00D92C34" w:rsidP="0047076E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B2233D" w:rsidRPr="00B2233D">
        <w:rPr>
          <w:i/>
        </w:rPr>
        <w:t>_X_Požadavky na výkon a funkci.xlsx“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272142AD" w:rsidR="0047076E" w:rsidRDefault="00F9234A" w:rsidP="0047076E">
      <w:pPr>
        <w:pStyle w:val="Text2-1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 na výkon a funkci.xlsx“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4207B96B" w:rsidR="005E07BA" w:rsidRDefault="005E07BA" w:rsidP="005E07BA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 na výkon a funkci.xlsx“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>stanovuje Dodavatel v Kč na dvě desetinné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lastRenderedPageBreak/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r>
        <w:t>vnitrostaveništní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lastRenderedPageBreak/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9" w:name="_Toc58914533"/>
      <w:r>
        <w:t>SROVNATELNÉ V</w:t>
      </w:r>
      <w:r w:rsidR="00277875">
        <w:t>ÝROBKY, ALTERNATIVY MATERIÁLŮ A </w:t>
      </w:r>
      <w:r>
        <w:t>PROVEDENÍ</w:t>
      </w:r>
      <w:bookmarkEnd w:id="9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8D41E6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57E2F0" w14:textId="77777777" w:rsidR="003C2136" w:rsidRDefault="003C2136" w:rsidP="00962258">
      <w:pPr>
        <w:spacing w:after="0" w:line="240" w:lineRule="auto"/>
      </w:pPr>
      <w:r>
        <w:separator/>
      </w:r>
    </w:p>
  </w:endnote>
  <w:endnote w:type="continuationSeparator" w:id="0">
    <w:p w14:paraId="2E35108F" w14:textId="77777777" w:rsidR="003C2136" w:rsidRDefault="003C213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4FEF9AB9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423F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423F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531759C6" w:rsidR="00CF0EF4" w:rsidRPr="003E6B82" w:rsidRDefault="002270C5" w:rsidP="00C87634">
          <w:pPr>
            <w:pStyle w:val="Zpatvle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60455E">
            <w:rPr>
              <w:bCs/>
              <w:noProof/>
            </w:rPr>
            <w:t>Chyba! V dokumentu není žádný text v zadaném stylu.</w:t>
          </w:r>
          <w:r w:rsidRPr="003E6B82">
            <w:rPr>
              <w:b/>
              <w:bCs/>
              <w:noProof/>
            </w:rPr>
            <w:fldChar w:fldCharType="end"/>
          </w:r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2BF4A7C6" w:rsidR="00CF0EF4" w:rsidRPr="003E6B82" w:rsidRDefault="002270C5" w:rsidP="00C87634">
          <w:pPr>
            <w:pStyle w:val="Zpatvpra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60455E">
            <w:rPr>
              <w:bCs/>
              <w:noProof/>
            </w:rPr>
            <w:t>Chyba! V dokumentu není žádný text v zadaném stylu.</w:t>
          </w:r>
          <w:r w:rsidRPr="003E6B82">
            <w:rPr>
              <w:b/>
              <w:bCs/>
              <w:noProof/>
            </w:rPr>
            <w:fldChar w:fldCharType="end"/>
          </w:r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20DDDEC3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423F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423F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F42C2C" w14:textId="77777777" w:rsidR="003C2136" w:rsidRDefault="003C2136" w:rsidP="00962258">
      <w:pPr>
        <w:spacing w:after="0" w:line="240" w:lineRule="auto"/>
      </w:pPr>
      <w:r>
        <w:separator/>
      </w:r>
    </w:p>
  </w:footnote>
  <w:footnote w:type="continuationSeparator" w:id="0">
    <w:p w14:paraId="6AC4C2DB" w14:textId="77777777" w:rsidR="003C2136" w:rsidRDefault="003C213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5045423">
    <w:abstractNumId w:val="4"/>
  </w:num>
  <w:num w:numId="2" w16cid:durableId="566694682">
    <w:abstractNumId w:val="2"/>
  </w:num>
  <w:num w:numId="3" w16cid:durableId="1551071865">
    <w:abstractNumId w:val="9"/>
  </w:num>
  <w:num w:numId="4" w16cid:durableId="1259408541">
    <w:abstractNumId w:val="5"/>
  </w:num>
  <w:num w:numId="5" w16cid:durableId="1608660475">
    <w:abstractNumId w:val="11"/>
  </w:num>
  <w:num w:numId="6" w16cid:durableId="420877087">
    <w:abstractNumId w:val="6"/>
  </w:num>
  <w:num w:numId="7" w16cid:durableId="1389643855">
    <w:abstractNumId w:val="7"/>
  </w:num>
  <w:num w:numId="8" w16cid:durableId="1853959439">
    <w:abstractNumId w:val="8"/>
  </w:num>
  <w:num w:numId="9" w16cid:durableId="910044834">
    <w:abstractNumId w:val="1"/>
  </w:num>
  <w:num w:numId="10" w16cid:durableId="1275407568">
    <w:abstractNumId w:val="3"/>
  </w:num>
  <w:num w:numId="11" w16cid:durableId="1997490552">
    <w:abstractNumId w:val="10"/>
  </w:num>
  <w:num w:numId="12" w16cid:durableId="826165627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94185"/>
    <w:rsid w:val="000A64D0"/>
    <w:rsid w:val="000B4EB8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2136"/>
    <w:rsid w:val="003C33F2"/>
    <w:rsid w:val="003C76F7"/>
    <w:rsid w:val="003D756E"/>
    <w:rsid w:val="003E420D"/>
    <w:rsid w:val="003E4C13"/>
    <w:rsid w:val="003E6B82"/>
    <w:rsid w:val="003F5EFA"/>
    <w:rsid w:val="004078F3"/>
    <w:rsid w:val="00427794"/>
    <w:rsid w:val="00450F07"/>
    <w:rsid w:val="00453CD3"/>
    <w:rsid w:val="00460660"/>
    <w:rsid w:val="00464BA9"/>
    <w:rsid w:val="0047076E"/>
    <w:rsid w:val="0048144D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F475E"/>
    <w:rsid w:val="00601A8C"/>
    <w:rsid w:val="0060455E"/>
    <w:rsid w:val="0061068E"/>
    <w:rsid w:val="006115D3"/>
    <w:rsid w:val="00617C5D"/>
    <w:rsid w:val="006547CA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30BC7"/>
    <w:rsid w:val="00740AF5"/>
    <w:rsid w:val="00743525"/>
    <w:rsid w:val="00745555"/>
    <w:rsid w:val="0074675C"/>
    <w:rsid w:val="00751F59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9672D"/>
    <w:rsid w:val="008A3568"/>
    <w:rsid w:val="008A7064"/>
    <w:rsid w:val="008C50F3"/>
    <w:rsid w:val="008C7EFE"/>
    <w:rsid w:val="008D03B9"/>
    <w:rsid w:val="008D30C7"/>
    <w:rsid w:val="008D41E6"/>
    <w:rsid w:val="008E24A8"/>
    <w:rsid w:val="008F18D6"/>
    <w:rsid w:val="008F2C9B"/>
    <w:rsid w:val="008F2D65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34C4D"/>
    <w:rsid w:val="00B5431A"/>
    <w:rsid w:val="00B7049C"/>
    <w:rsid w:val="00B75EE1"/>
    <w:rsid w:val="00B77481"/>
    <w:rsid w:val="00B80DA2"/>
    <w:rsid w:val="00B832BA"/>
    <w:rsid w:val="00B8518B"/>
    <w:rsid w:val="00B97CC3"/>
    <w:rsid w:val="00BC06B4"/>
    <w:rsid w:val="00BC06C4"/>
    <w:rsid w:val="00BC38B5"/>
    <w:rsid w:val="00BC629C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5162"/>
    <w:rsid w:val="00C971DF"/>
    <w:rsid w:val="00CB6A37"/>
    <w:rsid w:val="00CB7684"/>
    <w:rsid w:val="00CC6E29"/>
    <w:rsid w:val="00CC7C8F"/>
    <w:rsid w:val="00CD039F"/>
    <w:rsid w:val="00CD1FC4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2C34"/>
    <w:rsid w:val="00D97BE3"/>
    <w:rsid w:val="00DA3711"/>
    <w:rsid w:val="00DD46F3"/>
    <w:rsid w:val="00DE369C"/>
    <w:rsid w:val="00DE51A5"/>
    <w:rsid w:val="00DE56F2"/>
    <w:rsid w:val="00DF116D"/>
    <w:rsid w:val="00DF4DDD"/>
    <w:rsid w:val="00E16FF7"/>
    <w:rsid w:val="00E1732F"/>
    <w:rsid w:val="00E26D68"/>
    <w:rsid w:val="00E423FE"/>
    <w:rsid w:val="00E44045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ED42BB"/>
    <w:rsid w:val="00EE6E21"/>
    <w:rsid w:val="00F016C7"/>
    <w:rsid w:val="00F12DEC"/>
    <w:rsid w:val="00F148AF"/>
    <w:rsid w:val="00F1715C"/>
    <w:rsid w:val="00F17F49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C4F56F"/>
  <w14:defaultImageDpi w14:val="32767"/>
  <w15:docId w15:val="{E709CC4A-3697-4C29-AE49-C6C383612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77D64700B23402F93E2B9138CAD04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6F45C1-CDAC-4866-838B-ADCA1C27C158}"/>
      </w:docPartPr>
      <w:docPartBody>
        <w:p w:rsidR="00000000" w:rsidRDefault="00053472" w:rsidP="00053472">
          <w:pPr>
            <w:pStyle w:val="677D64700B23402F93E2B9138CAD049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5CCD"/>
    <w:rsid w:val="00053472"/>
    <w:rsid w:val="00730B76"/>
    <w:rsid w:val="0088728E"/>
    <w:rsid w:val="008B6702"/>
    <w:rsid w:val="008E26D9"/>
    <w:rsid w:val="009C5CCD"/>
    <w:rsid w:val="00B51C53"/>
    <w:rsid w:val="00C56E21"/>
    <w:rsid w:val="00EE6E21"/>
    <w:rsid w:val="00E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53472"/>
    <w:rPr>
      <w:color w:val="808080"/>
    </w:rPr>
  </w:style>
  <w:style w:type="paragraph" w:customStyle="1" w:styleId="615711D41B474129AE7EE596BC6CBC26">
    <w:name w:val="615711D41B474129AE7EE596BC6CBC26"/>
  </w:style>
  <w:style w:type="paragraph" w:customStyle="1" w:styleId="677D64700B23402F93E2B9138CAD0496">
    <w:name w:val="677D64700B23402F93E2B9138CAD0496"/>
    <w:rsid w:val="00053472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472AE27-7984-4D08-B75C-66E873B51A7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</Template>
  <TotalTime>1</TotalTime>
  <Pages>6</Pages>
  <Words>1581</Words>
  <Characters>9334</Characters>
  <Application>Microsoft Office Word</Application>
  <DocSecurity>0</DocSecurity>
  <Lines>77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10894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Morávek Martin, Ing.</cp:lastModifiedBy>
  <cp:revision>2</cp:revision>
  <cp:lastPrinted>2019-03-13T10:28:00Z</cp:lastPrinted>
  <dcterms:created xsi:type="dcterms:W3CDTF">2024-07-12T11:49:00Z</dcterms:created>
  <dcterms:modified xsi:type="dcterms:W3CDTF">2024-07-12T11:49:00Z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